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FDE69" w14:textId="1A7CF7D7" w:rsidR="00D472CF" w:rsidRDefault="00D472CF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szCs w:val="28"/>
        </w:rPr>
        <w:t>Приложение № 14</w:t>
      </w:r>
    </w:p>
    <w:p w14:paraId="0E744714" w14:textId="77777777" w:rsidR="00D94582" w:rsidRDefault="00D94582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bCs/>
          <w:szCs w:val="28"/>
        </w:rPr>
        <w:t>УТВЕРЖДЕН</w:t>
      </w:r>
    </w:p>
    <w:p w14:paraId="1DD77128" w14:textId="77777777" w:rsidR="00D472CF" w:rsidRDefault="00D472CF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 w:rsidRPr="002A572F">
        <w:rPr>
          <w:bCs/>
          <w:szCs w:val="28"/>
        </w:rPr>
        <w:t>решению Совета муниципального</w:t>
      </w:r>
    </w:p>
    <w:p w14:paraId="6D1CC96B" w14:textId="77777777" w:rsidR="00D472CF" w:rsidRPr="00D472CF" w:rsidRDefault="00D472CF" w:rsidP="00E73008">
      <w:pPr>
        <w:tabs>
          <w:tab w:val="left" w:pos="5245"/>
          <w:tab w:val="left" w:pos="5387"/>
        </w:tabs>
        <w:ind w:left="5245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14:paraId="04680F6D" w14:textId="77777777" w:rsidR="001A244D" w:rsidRDefault="001A244D" w:rsidP="00E73008">
      <w:pPr>
        <w:ind w:left="5245"/>
        <w:rPr>
          <w:bCs/>
          <w:szCs w:val="28"/>
        </w:rPr>
      </w:pPr>
      <w:r>
        <w:rPr>
          <w:bCs/>
          <w:szCs w:val="28"/>
        </w:rPr>
        <w:t xml:space="preserve">от 26 ноября 2020 года № 58 </w:t>
      </w:r>
    </w:p>
    <w:p w14:paraId="27247E53" w14:textId="77777777" w:rsidR="00D472CF" w:rsidRDefault="00D472CF" w:rsidP="00993F4A">
      <w:pPr>
        <w:ind w:left="5103"/>
        <w:jc w:val="center"/>
        <w:rPr>
          <w:bCs/>
          <w:szCs w:val="28"/>
        </w:rPr>
      </w:pPr>
    </w:p>
    <w:p w14:paraId="3E0EF2B2" w14:textId="77777777" w:rsidR="00C11DC7" w:rsidRDefault="00C11DC7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5E816783" w14:textId="77777777"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социальную </w:t>
      </w:r>
    </w:p>
    <w:p w14:paraId="256CE60E" w14:textId="77777777"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2021 год</w:t>
      </w:r>
    </w:p>
    <w:p w14:paraId="5DC27C47" w14:textId="77777777" w:rsidR="00C11DC7" w:rsidRDefault="00C11DC7" w:rsidP="00D472CF">
      <w:pPr>
        <w:ind w:hanging="425"/>
        <w:jc w:val="right"/>
        <w:rPr>
          <w:szCs w:val="28"/>
        </w:rPr>
      </w:pPr>
    </w:p>
    <w:p w14:paraId="09269DCB" w14:textId="47041C00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6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7920"/>
        <w:gridCol w:w="1180"/>
      </w:tblGrid>
      <w:tr w:rsidR="00FF01EA" w:rsidRPr="00FF01EA" w14:paraId="2C3780BF" w14:textId="77777777" w:rsidTr="00BB0D50">
        <w:trPr>
          <w:trHeight w:val="20"/>
          <w:tblHeader/>
        </w:trPr>
        <w:tc>
          <w:tcPr>
            <w:tcW w:w="580" w:type="dxa"/>
            <w:shd w:val="clear" w:color="auto" w:fill="auto"/>
            <w:vAlign w:val="bottom"/>
            <w:hideMark/>
          </w:tcPr>
          <w:p w14:paraId="69CFE8BC" w14:textId="77777777" w:rsidR="00FF01EA" w:rsidRPr="00FF01EA" w:rsidRDefault="00FF01EA" w:rsidP="00FF01EA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68206CB4" w14:textId="77777777" w:rsidR="00FF01EA" w:rsidRPr="00FF01EA" w:rsidRDefault="00FF01EA" w:rsidP="00FF01EA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3EF7319F" w14:textId="77777777" w:rsidR="00FF01EA" w:rsidRPr="00FF01EA" w:rsidRDefault="00FF01EA" w:rsidP="00FF01EA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F01EA" w:rsidRPr="00FF01EA" w14:paraId="3BB858AF" w14:textId="77777777" w:rsidTr="00BB0D5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852ED03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505B6CD2" w14:textId="77777777" w:rsidR="00FF01EA" w:rsidRPr="00FF01EA" w:rsidRDefault="00FF01EA" w:rsidP="00FF01E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5E6AA13C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FF01EA" w:rsidRPr="00FF01EA" w14:paraId="1FAC6AB3" w14:textId="77777777" w:rsidTr="00BB0D5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A2EFBE8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6782ADF3" w14:textId="77777777" w:rsidR="00FF01EA" w:rsidRPr="00FF01EA" w:rsidRDefault="00FF01EA" w:rsidP="00FF01E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1B5825BC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2 408,1</w:t>
            </w:r>
          </w:p>
        </w:tc>
      </w:tr>
      <w:tr w:rsidR="00FF01EA" w:rsidRPr="00FF01EA" w14:paraId="51A50005" w14:textId="77777777" w:rsidTr="00BB0D5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48620DB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18A74482" w14:textId="77777777" w:rsidR="00FF01EA" w:rsidRPr="00FF01EA" w:rsidRDefault="00FF01EA" w:rsidP="00FF01EA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63FBE59F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37 345,2</w:t>
            </w:r>
          </w:p>
        </w:tc>
      </w:tr>
      <w:tr w:rsidR="00FF01EA" w:rsidRPr="00FF01EA" w14:paraId="39F536FF" w14:textId="77777777" w:rsidTr="00BB0D5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1FE91F0" w14:textId="2644296B" w:rsidR="00FF01EA" w:rsidRPr="00FF01EA" w:rsidRDefault="00873915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B0D50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FF01EA" w:rsidRPr="00FF01EA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5E318106" w14:textId="77777777" w:rsidR="00FF01EA" w:rsidRPr="00FF01EA" w:rsidRDefault="00FF01EA" w:rsidP="00FF01EA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2C2F9F0B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9 268,5</w:t>
            </w:r>
          </w:p>
        </w:tc>
      </w:tr>
      <w:tr w:rsidR="00FF01EA" w:rsidRPr="00FF01EA" w14:paraId="5DEF0D1B" w14:textId="77777777" w:rsidTr="00BB0D5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F4BB1DA" w14:textId="2D8C2162" w:rsidR="00FF01EA" w:rsidRPr="00FF01EA" w:rsidRDefault="00873915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B0D50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FF01EA" w:rsidRPr="00FF01EA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65F2AA2C" w14:textId="77777777" w:rsidR="00FF01EA" w:rsidRPr="00FF01EA" w:rsidRDefault="00FF01EA" w:rsidP="00FF01EA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297739BF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45 576,6</w:t>
            </w:r>
          </w:p>
        </w:tc>
      </w:tr>
      <w:tr w:rsidR="00FF01EA" w:rsidRPr="00FF01EA" w14:paraId="6EBE88F3" w14:textId="77777777" w:rsidTr="00BB0D5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6D6B1E8" w14:textId="60BAB004" w:rsidR="00FF01EA" w:rsidRPr="00FF01EA" w:rsidRDefault="00873915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B0D50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FF01EA" w:rsidRPr="00FF01EA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6573D6BD" w14:textId="77777777" w:rsidR="00FF01EA" w:rsidRPr="00FF01EA" w:rsidRDefault="00FF01EA" w:rsidP="00FF01EA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2801F91D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39 686,9</w:t>
            </w:r>
          </w:p>
        </w:tc>
      </w:tr>
      <w:tr w:rsidR="00FF01EA" w:rsidRPr="00FF01EA" w14:paraId="2FBB9BCB" w14:textId="77777777" w:rsidTr="00BB0D5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F20C589" w14:textId="691D8A4B" w:rsidR="00FF01EA" w:rsidRPr="00FF01EA" w:rsidRDefault="00873915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B0D50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FF01EA" w:rsidRPr="00FF01EA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1746E8B9" w14:textId="77777777" w:rsidR="00FF01EA" w:rsidRPr="00FF01EA" w:rsidRDefault="00FF01EA" w:rsidP="00FF01EA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165AAD6B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6 765,0</w:t>
            </w:r>
          </w:p>
        </w:tc>
      </w:tr>
      <w:tr w:rsidR="00FF01EA" w:rsidRPr="00FF01EA" w14:paraId="7B386517" w14:textId="77777777" w:rsidTr="00BB0D5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B547DE2" w14:textId="5610F2D9" w:rsidR="00FF01EA" w:rsidRPr="00FF01EA" w:rsidRDefault="00873915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B0D50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FF01EA" w:rsidRPr="00FF01EA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036E175B" w14:textId="77777777" w:rsidR="00FF01EA" w:rsidRPr="00FF01EA" w:rsidRDefault="00FF01EA" w:rsidP="00FF01EA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31829FC7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FF01EA" w:rsidRPr="00FF01EA" w14:paraId="1B2CFC03" w14:textId="77777777" w:rsidTr="00BB0D5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D8B0E5B" w14:textId="1A48B86F" w:rsidR="00FF01EA" w:rsidRPr="00FF01EA" w:rsidRDefault="00873915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B0D50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FF01EA" w:rsidRPr="00FF01EA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1AB27B39" w14:textId="77777777" w:rsidR="00FF01EA" w:rsidRPr="00FF01EA" w:rsidRDefault="00FF01EA" w:rsidP="00FF01E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4C2DFC18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1 384,2</w:t>
            </w:r>
          </w:p>
        </w:tc>
      </w:tr>
      <w:tr w:rsidR="00FF01EA" w:rsidRPr="00FF01EA" w14:paraId="0A7F100D" w14:textId="77777777" w:rsidTr="00BB0D5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7CCCA05" w14:textId="30F5ED79" w:rsidR="00FF01EA" w:rsidRPr="00FF01EA" w:rsidRDefault="00873915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B0D5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  <w:r w:rsidR="00FF01EA" w:rsidRPr="00FF01EA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766EEDDE" w14:textId="77777777" w:rsidR="00FF01EA" w:rsidRPr="00FF01EA" w:rsidRDefault="00FF01EA" w:rsidP="00FF01E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18A84580" w14:textId="77777777" w:rsidR="00FF01EA" w:rsidRPr="00FF01EA" w:rsidRDefault="00FF01EA" w:rsidP="00FF01E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FF01EA" w:rsidRPr="00FF01EA" w14:paraId="1DC1ADF9" w14:textId="77777777" w:rsidTr="00BB0D5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7978050" w14:textId="77777777" w:rsidR="00FF01EA" w:rsidRPr="00FF01EA" w:rsidRDefault="00FF01EA" w:rsidP="00FF01EA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920" w:type="dxa"/>
            <w:shd w:val="clear" w:color="auto" w:fill="auto"/>
            <w:vAlign w:val="center"/>
            <w:hideMark/>
          </w:tcPr>
          <w:p w14:paraId="1A2262BE" w14:textId="77777777" w:rsidR="00FF01EA" w:rsidRPr="00FF01EA" w:rsidRDefault="00FF01EA" w:rsidP="00FF01EA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432D928" w14:textId="77777777" w:rsidR="00FF01EA" w:rsidRPr="00FF01EA" w:rsidRDefault="00FF01EA" w:rsidP="00FF01EA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F01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145 524,7</w:t>
            </w:r>
          </w:p>
        </w:tc>
      </w:tr>
    </w:tbl>
    <w:p w14:paraId="1B1AA46D" w14:textId="473CB81D" w:rsidR="00782E59" w:rsidRDefault="00782E59" w:rsidP="00D472CF">
      <w:pPr>
        <w:ind w:hanging="425"/>
        <w:jc w:val="right"/>
        <w:rPr>
          <w:szCs w:val="28"/>
        </w:rPr>
      </w:pPr>
    </w:p>
    <w:p w14:paraId="6822A5C3" w14:textId="77777777" w:rsidR="00AA75FA" w:rsidRPr="00AA75FA" w:rsidRDefault="00AA75FA">
      <w:pPr>
        <w:rPr>
          <w:sz w:val="2"/>
        </w:rPr>
      </w:pPr>
    </w:p>
    <w:p w14:paraId="143E2493" w14:textId="77777777" w:rsidR="00CA770E" w:rsidRDefault="00CA770E" w:rsidP="001B4577">
      <w:pPr>
        <w:jc w:val="right"/>
      </w:pPr>
    </w:p>
    <w:p w14:paraId="2F0DE31C" w14:textId="77777777" w:rsidR="00C11DC7" w:rsidRDefault="00C11DC7" w:rsidP="001B4577">
      <w:pPr>
        <w:jc w:val="right"/>
      </w:pPr>
    </w:p>
    <w:p w14:paraId="42CE7C7E" w14:textId="77777777" w:rsidR="00C11DC7" w:rsidRPr="0095537C" w:rsidRDefault="00C11DC7" w:rsidP="001B4577">
      <w:pPr>
        <w:jc w:val="right"/>
      </w:pPr>
    </w:p>
    <w:p w14:paraId="068AC704" w14:textId="77777777"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14:paraId="1501A4BF" w14:textId="77777777" w:rsidR="00DC1354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  <w:r>
        <w:rPr>
          <w:szCs w:val="28"/>
        </w:rPr>
        <w:t>начальник</w:t>
      </w:r>
    </w:p>
    <w:p w14:paraId="7B19E104" w14:textId="77777777" w:rsidR="00DC1354" w:rsidRDefault="00627195" w:rsidP="00627195">
      <w:pPr>
        <w:rPr>
          <w:szCs w:val="28"/>
        </w:rPr>
      </w:pP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14:paraId="2ADA480C" w14:textId="77777777" w:rsidR="00627195" w:rsidRPr="00B9484A" w:rsidRDefault="00627195" w:rsidP="007E513A">
      <w:pPr>
        <w:rPr>
          <w:szCs w:val="28"/>
        </w:rPr>
      </w:pPr>
      <w:r>
        <w:rPr>
          <w:szCs w:val="28"/>
        </w:rPr>
        <w:t>муниципального</w:t>
      </w:r>
      <w:r w:rsidR="00DC1354">
        <w:rPr>
          <w:szCs w:val="28"/>
        </w:rPr>
        <w:t xml:space="preserve"> </w:t>
      </w:r>
      <w:r>
        <w:rPr>
          <w:szCs w:val="28"/>
        </w:rPr>
        <w:t>образования Новокубанский район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</w:t>
      </w:r>
      <w:r w:rsidR="00782E59">
        <w:rPr>
          <w:szCs w:val="28"/>
        </w:rPr>
        <w:t xml:space="preserve">  </w:t>
      </w:r>
      <w:proofErr w:type="spellStart"/>
      <w:r w:rsidR="00782E59">
        <w:rPr>
          <w:szCs w:val="28"/>
        </w:rPr>
        <w:t>Е.В.Афонина</w:t>
      </w:r>
      <w:proofErr w:type="spellEnd"/>
    </w:p>
    <w:sectPr w:rsidR="00627195" w:rsidRPr="00B9484A" w:rsidSect="00C11DC7">
      <w:headerReference w:type="default" r:id="rId7"/>
      <w:pgSz w:w="11906" w:h="16838"/>
      <w:pgMar w:top="1134" w:right="567" w:bottom="1276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C97C8" w14:textId="77777777" w:rsidR="009E7209" w:rsidRDefault="009E7209" w:rsidP="00E12559">
      <w:r>
        <w:separator/>
      </w:r>
    </w:p>
  </w:endnote>
  <w:endnote w:type="continuationSeparator" w:id="0">
    <w:p w14:paraId="4DA6692E" w14:textId="77777777"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AB5ED" w14:textId="77777777" w:rsidR="009E7209" w:rsidRDefault="009E7209" w:rsidP="00E12559">
      <w:r>
        <w:separator/>
      </w:r>
    </w:p>
  </w:footnote>
  <w:footnote w:type="continuationSeparator" w:id="0">
    <w:p w14:paraId="097B1558" w14:textId="77777777"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85998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F9A401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953945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0BDE"/>
    <w:rsid w:val="00032D30"/>
    <w:rsid w:val="0003473F"/>
    <w:rsid w:val="00035823"/>
    <w:rsid w:val="00045A73"/>
    <w:rsid w:val="000522C0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5945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1F46"/>
    <w:rsid w:val="001A244D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B40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D6E49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D29"/>
    <w:rsid w:val="00522DBC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633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2E5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0C7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3E3B"/>
    <w:rsid w:val="00864C25"/>
    <w:rsid w:val="00867BCB"/>
    <w:rsid w:val="00867DE0"/>
    <w:rsid w:val="00871AEC"/>
    <w:rsid w:val="00872EBE"/>
    <w:rsid w:val="008730A5"/>
    <w:rsid w:val="0087391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409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3945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3615"/>
    <w:rsid w:val="00986A36"/>
    <w:rsid w:val="00987046"/>
    <w:rsid w:val="009908B7"/>
    <w:rsid w:val="009919FD"/>
    <w:rsid w:val="00993063"/>
    <w:rsid w:val="00993C1A"/>
    <w:rsid w:val="00993F4A"/>
    <w:rsid w:val="009945CD"/>
    <w:rsid w:val="009959CD"/>
    <w:rsid w:val="00996246"/>
    <w:rsid w:val="00996315"/>
    <w:rsid w:val="0099634C"/>
    <w:rsid w:val="009A0142"/>
    <w:rsid w:val="009A1E6C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3F9F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96C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0D50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1DC7"/>
    <w:rsid w:val="00C12D62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4582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1DB6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008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424A"/>
    <w:rsid w:val="00F452A3"/>
    <w:rsid w:val="00F476B0"/>
    <w:rsid w:val="00F47F72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01EA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7403BE20"/>
  <w15:docId w15:val="{5900AEC1-5DE2-48A7-8846-048185BE8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C541C-E7A4-4D00-B327-1C7DEAEC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453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108</cp:revision>
  <cp:lastPrinted>2021-11-26T06:21:00Z</cp:lastPrinted>
  <dcterms:created xsi:type="dcterms:W3CDTF">2017-09-18T13:02:00Z</dcterms:created>
  <dcterms:modified xsi:type="dcterms:W3CDTF">2021-11-30T09:08:00Z</dcterms:modified>
</cp:coreProperties>
</file>